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8FAFC7" w14:textId="03657C27" w:rsidR="00C0789F" w:rsidRDefault="004954DC" w:rsidP="004954DC">
      <w:pPr>
        <w:spacing w:after="0" w:line="1076" w:lineRule="exact"/>
        <w:jc w:val="center"/>
        <w:rPr>
          <w:rFonts w:ascii="Corsivo Primaria" w:hAnsi="Corsivo Primaria" w:cs="Arial"/>
          <w:sz w:val="60"/>
          <w:szCs w:val="60"/>
        </w:rPr>
      </w:pPr>
      <w:r>
        <w:rPr>
          <w:rFonts w:ascii="Corsivo Primaria" w:hAnsi="Corsivo Primaria" w:cs="Arial"/>
          <w:color w:val="FF0000"/>
          <w:sz w:val="60"/>
          <w:szCs w:val="60"/>
        </w:rPr>
        <w:t>Su questo foglio posso scrivere</w:t>
      </w:r>
    </w:p>
    <w:p w14:paraId="46FCB628" w14:textId="350AD782" w:rsidR="00C0789F" w:rsidRDefault="004954DC" w:rsidP="004954DC">
      <w:pPr>
        <w:spacing w:after="0" w:line="1076" w:lineRule="exact"/>
        <w:jc w:val="center"/>
        <w:rPr>
          <w:rFonts w:ascii="Corsivo Primaria" w:hAnsi="Corsivo Primaria" w:cs="Arial"/>
          <w:color w:val="FF0000"/>
          <w:sz w:val="60"/>
          <w:szCs w:val="60"/>
        </w:rPr>
      </w:pPr>
      <w:r>
        <w:rPr>
          <w:rFonts w:ascii="Corsivo Primaria" w:hAnsi="Corsivo Primaria" w:cs="Arial"/>
          <w:color w:val="FF0000"/>
          <w:sz w:val="60"/>
          <w:szCs w:val="60"/>
        </w:rPr>
        <w:t>Digitando dalla tastiera!</w:t>
      </w:r>
    </w:p>
    <w:p w14:paraId="7BFA6F03" w14:textId="46A39076" w:rsidR="004954DC" w:rsidRPr="00616680" w:rsidRDefault="004954DC" w:rsidP="004954DC">
      <w:pPr>
        <w:spacing w:after="0" w:line="1076" w:lineRule="exact"/>
        <w:jc w:val="center"/>
        <w:rPr>
          <w:rFonts w:ascii="Corsivo Primaria" w:hAnsi="Corsivo Primaria" w:cs="Arial"/>
          <w:sz w:val="56"/>
          <w:szCs w:val="56"/>
        </w:rPr>
      </w:pPr>
      <w:r>
        <w:rPr>
          <w:rFonts w:ascii="Corsivo Primaria" w:hAnsi="Corsivo Primaria" w:cs="Arial"/>
          <w:color w:val="FF0000"/>
          <w:sz w:val="60"/>
          <w:szCs w:val="60"/>
        </w:rPr>
        <w:t>Prima devo scaricare il font “corsivo primaria!</w:t>
      </w:r>
    </w:p>
    <w:p w14:paraId="67E503DB" w14:textId="77777777" w:rsidR="00C0789F" w:rsidRDefault="00C0789F" w:rsidP="00D0502F">
      <w:pPr>
        <w:spacing w:after="0" w:line="1076" w:lineRule="exact"/>
        <w:rPr>
          <w:rFonts w:ascii="Corsivo Primaria" w:hAnsi="Corsivo Primaria" w:cs="Arial"/>
          <w:sz w:val="48"/>
          <w:szCs w:val="48"/>
        </w:rPr>
      </w:pPr>
    </w:p>
    <w:p w14:paraId="57D1D4E7" w14:textId="77777777" w:rsidR="00C0789F" w:rsidRDefault="00C0789F" w:rsidP="00D0502F">
      <w:pPr>
        <w:spacing w:after="0" w:line="1076" w:lineRule="exact"/>
        <w:rPr>
          <w:rFonts w:ascii="Corsivo Primaria" w:hAnsi="Corsivo Primaria" w:cs="Arial"/>
          <w:sz w:val="48"/>
          <w:szCs w:val="48"/>
        </w:rPr>
      </w:pPr>
    </w:p>
    <w:p w14:paraId="27E194C9" w14:textId="77777777" w:rsidR="00C0789F" w:rsidRDefault="00C0789F" w:rsidP="00D0502F">
      <w:pPr>
        <w:spacing w:after="0" w:line="1076" w:lineRule="exact"/>
        <w:rPr>
          <w:rFonts w:ascii="Corsivo Primaria" w:hAnsi="Corsivo Primaria" w:cs="Arial"/>
          <w:sz w:val="48"/>
          <w:szCs w:val="48"/>
        </w:rPr>
      </w:pPr>
    </w:p>
    <w:p w14:paraId="1415A7F5" w14:textId="77777777" w:rsidR="00C0789F" w:rsidRDefault="00C0789F" w:rsidP="00D0502F">
      <w:pPr>
        <w:spacing w:after="0" w:line="1076" w:lineRule="exact"/>
        <w:rPr>
          <w:rFonts w:ascii="Corsivo Primaria" w:hAnsi="Corsivo Primaria" w:cs="Arial"/>
          <w:sz w:val="48"/>
          <w:szCs w:val="48"/>
        </w:rPr>
      </w:pPr>
    </w:p>
    <w:p w14:paraId="1DD919AE" w14:textId="77777777" w:rsidR="00C0789F" w:rsidRDefault="00C0789F" w:rsidP="00D0502F">
      <w:pPr>
        <w:spacing w:after="0" w:line="1076" w:lineRule="exact"/>
        <w:rPr>
          <w:rFonts w:ascii="Corsivo Primaria" w:hAnsi="Corsivo Primaria" w:cs="Arial"/>
          <w:sz w:val="48"/>
          <w:szCs w:val="48"/>
        </w:rPr>
      </w:pPr>
    </w:p>
    <w:p w14:paraId="2CBADA1D" w14:textId="77777777" w:rsidR="00C0789F" w:rsidRDefault="00C0789F" w:rsidP="00D0502F">
      <w:pPr>
        <w:spacing w:after="0" w:line="1076" w:lineRule="exact"/>
        <w:rPr>
          <w:rFonts w:ascii="Corsivo Primaria" w:hAnsi="Corsivo Primaria" w:cs="Arial"/>
          <w:sz w:val="48"/>
          <w:szCs w:val="48"/>
        </w:rPr>
      </w:pPr>
    </w:p>
    <w:p w14:paraId="174E6354" w14:textId="77777777" w:rsidR="00C0789F" w:rsidRDefault="00C0789F" w:rsidP="00D0502F">
      <w:pPr>
        <w:spacing w:after="0" w:line="1076" w:lineRule="exact"/>
        <w:rPr>
          <w:rFonts w:ascii="Corsivo Primaria" w:hAnsi="Corsivo Primaria" w:cs="Arial"/>
          <w:sz w:val="48"/>
          <w:szCs w:val="48"/>
        </w:rPr>
      </w:pPr>
    </w:p>
    <w:sectPr w:rsidR="00C0789F" w:rsidSect="00D0502F">
      <w:headerReference w:type="default" r:id="rId7"/>
      <w:pgSz w:w="11906" w:h="16838" w:code="9"/>
      <w:pgMar w:top="1418" w:right="96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388F2F" w14:textId="77777777" w:rsidR="0081386E" w:rsidRDefault="0081386E" w:rsidP="00EE1C23">
      <w:pPr>
        <w:spacing w:after="0" w:line="240" w:lineRule="auto"/>
      </w:pPr>
      <w:r>
        <w:separator/>
      </w:r>
    </w:p>
  </w:endnote>
  <w:endnote w:type="continuationSeparator" w:id="0">
    <w:p w14:paraId="202D1A8A" w14:textId="77777777" w:rsidR="0081386E" w:rsidRDefault="0081386E" w:rsidP="00EE1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sivo Primaria">
    <w:panose1 w:val="02000503000000000000"/>
    <w:charset w:val="00"/>
    <w:family w:val="auto"/>
    <w:pitch w:val="variable"/>
    <w:sig w:usb0="80000067" w:usb1="00000002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9A1241" w14:textId="77777777" w:rsidR="0081386E" w:rsidRDefault="0081386E" w:rsidP="00EE1C23">
      <w:pPr>
        <w:spacing w:after="0" w:line="240" w:lineRule="auto"/>
      </w:pPr>
      <w:r>
        <w:separator/>
      </w:r>
    </w:p>
  </w:footnote>
  <w:footnote w:type="continuationSeparator" w:id="0">
    <w:p w14:paraId="217BD050" w14:textId="77777777" w:rsidR="0081386E" w:rsidRDefault="0081386E" w:rsidP="00EE1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928E6" w14:textId="73B6CFE8" w:rsidR="00C0789F" w:rsidRDefault="00667CA6">
    <w:pPr>
      <w:pStyle w:val="Intestazione"/>
    </w:pPr>
    <w:r>
      <w:rPr>
        <w:noProof/>
        <w:lang w:eastAsia="it-IT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F0C26B8" wp14:editId="168126B6">
              <wp:simplePos x="0" y="0"/>
              <wp:positionH relativeFrom="column">
                <wp:posOffset>-540385</wp:posOffset>
              </wp:positionH>
              <wp:positionV relativeFrom="paragraph">
                <wp:posOffset>-450215</wp:posOffset>
              </wp:positionV>
              <wp:extent cx="7560945" cy="10647045"/>
              <wp:effectExtent l="12065" t="6985" r="8890" b="13970"/>
              <wp:wrapNone/>
              <wp:docPr id="1" name="Grup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945" cy="10647045"/>
                        <a:chOff x="0" y="0"/>
                        <a:chExt cx="75612" cy="106472"/>
                      </a:xfrm>
                    </wpg:grpSpPr>
                    <wps:wsp>
                      <wps:cNvPr id="2" name="Connettore diritto 2"/>
                      <wps:cNvCnPr>
                        <a:cxnSpLocks noChangeShapeType="1"/>
                      </wps:cNvCnPr>
                      <wps:spPr bwMode="auto">
                        <a:xfrm>
                          <a:off x="5403" y="178"/>
                          <a:ext cx="55" cy="10629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Connettore diritto 3"/>
                      <wps:cNvCnPr>
                        <a:cxnSpLocks noChangeShapeType="1"/>
                      </wps:cNvCnPr>
                      <wps:spPr bwMode="auto">
                        <a:xfrm>
                          <a:off x="16091" y="118"/>
                          <a:ext cx="55" cy="10629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Connettore diritto 4"/>
                      <wps:cNvCnPr>
                        <a:cxnSpLocks noChangeShapeType="1"/>
                      </wps:cNvCnPr>
                      <wps:spPr bwMode="auto">
                        <a:xfrm>
                          <a:off x="26778" y="0"/>
                          <a:ext cx="56" cy="10629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Connettore diritto 5"/>
                      <wps:cNvCnPr>
                        <a:cxnSpLocks noChangeShapeType="1"/>
                      </wps:cNvCnPr>
                      <wps:spPr bwMode="auto">
                        <a:xfrm>
                          <a:off x="37466" y="0"/>
                          <a:ext cx="55" cy="10629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Connettore diritto 6"/>
                      <wps:cNvCnPr>
                        <a:cxnSpLocks noChangeShapeType="1"/>
                      </wps:cNvCnPr>
                      <wps:spPr bwMode="auto">
                        <a:xfrm>
                          <a:off x="48154" y="0"/>
                          <a:ext cx="55" cy="10629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Connettore diritto 7"/>
                      <wps:cNvCnPr>
                        <a:cxnSpLocks noChangeShapeType="1"/>
                      </wps:cNvCnPr>
                      <wps:spPr bwMode="auto">
                        <a:xfrm>
                          <a:off x="69470" y="0"/>
                          <a:ext cx="55" cy="10629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Connettore diritto 8"/>
                      <wps:cNvCnPr>
                        <a:cxnSpLocks noChangeShapeType="1"/>
                      </wps:cNvCnPr>
                      <wps:spPr bwMode="auto">
                        <a:xfrm>
                          <a:off x="58842" y="0"/>
                          <a:ext cx="55" cy="10629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Connettore diritto 12"/>
                      <wps:cNvCnPr>
                        <a:cxnSpLocks noChangeShapeType="1"/>
                      </wps:cNvCnPr>
                      <wps:spPr bwMode="auto">
                        <a:xfrm flipH="1" flipV="1">
                          <a:off x="0" y="10390"/>
                          <a:ext cx="7561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10" name="Gruppo 30"/>
                      <wpg:cNvGrpSpPr>
                        <a:grpSpLocks/>
                      </wpg:cNvGrpSpPr>
                      <wpg:grpSpPr bwMode="auto">
                        <a:xfrm>
                          <a:off x="0" y="12944"/>
                          <a:ext cx="75600" cy="4333"/>
                          <a:chOff x="0" y="0"/>
                          <a:chExt cx="75600" cy="4333"/>
                        </a:xfrm>
                      </wpg:grpSpPr>
                      <wps:wsp>
                        <wps:cNvPr id="11" name="Connettore diritto 1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0" y="0"/>
                            <a:ext cx="756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Connettore diritto 1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0" y="1820"/>
                            <a:ext cx="756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Connettore diritto 19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0" y="4333"/>
                            <a:ext cx="756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14" name="Gruppo 25"/>
                      <wpg:cNvGrpSpPr>
                        <a:grpSpLocks/>
                      </wpg:cNvGrpSpPr>
                      <wpg:grpSpPr bwMode="auto">
                        <a:xfrm>
                          <a:off x="0" y="19831"/>
                          <a:ext cx="75600" cy="4320"/>
                          <a:chOff x="0" y="0"/>
                          <a:chExt cx="75600" cy="4333"/>
                        </a:xfrm>
                      </wpg:grpSpPr>
                      <wps:wsp>
                        <wps:cNvPr id="15" name="Connettore diritto 2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0" y="0"/>
                            <a:ext cx="7559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Connettore diritto 2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0" y="1776"/>
                            <a:ext cx="7559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Connettore diritto 2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0" y="4333"/>
                            <a:ext cx="756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18" name="Gruppo 26"/>
                      <wpg:cNvGrpSpPr>
                        <a:grpSpLocks/>
                      </wpg:cNvGrpSpPr>
                      <wpg:grpSpPr bwMode="auto">
                        <a:xfrm>
                          <a:off x="0" y="26660"/>
                          <a:ext cx="75600" cy="4320"/>
                          <a:chOff x="0" y="0"/>
                          <a:chExt cx="75600" cy="4333"/>
                        </a:xfrm>
                      </wpg:grpSpPr>
                      <wps:wsp>
                        <wps:cNvPr id="19" name="Connettore diritto 2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0" y="0"/>
                            <a:ext cx="7559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Connettore diritto 2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0" y="1776"/>
                            <a:ext cx="7559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Connettore diritto 29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0" y="4333"/>
                            <a:ext cx="756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22" name="Gruppo 55"/>
                      <wpg:cNvGrpSpPr>
                        <a:grpSpLocks/>
                      </wpg:cNvGrpSpPr>
                      <wpg:grpSpPr bwMode="auto">
                        <a:xfrm>
                          <a:off x="0" y="33488"/>
                          <a:ext cx="75600" cy="18000"/>
                          <a:chOff x="0" y="0"/>
                          <a:chExt cx="75600" cy="18014"/>
                        </a:xfrm>
                      </wpg:grpSpPr>
                      <wpg:grpSp>
                        <wpg:cNvPr id="23" name="Gruppo 4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5596" cy="4330"/>
                            <a:chOff x="0" y="0"/>
                            <a:chExt cx="75600" cy="4333"/>
                          </a:xfrm>
                        </wpg:grpSpPr>
                        <wps:wsp>
                          <wps:cNvPr id="24" name="Connettore diritto 4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0" y="0"/>
                              <a:ext cx="756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Connettore diritto 4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0" y="1820"/>
                              <a:ext cx="756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Connettore diritto 4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0" y="4333"/>
                              <a:ext cx="756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7" name="Gruppo 47"/>
                        <wpg:cNvGrpSpPr>
                          <a:grpSpLocks/>
                        </wpg:cNvGrpSpPr>
                        <wpg:grpSpPr bwMode="auto">
                          <a:xfrm>
                            <a:off x="0" y="6847"/>
                            <a:ext cx="75596" cy="4318"/>
                            <a:chOff x="0" y="0"/>
                            <a:chExt cx="75600" cy="4333"/>
                          </a:xfrm>
                        </wpg:grpSpPr>
                        <wps:wsp>
                          <wps:cNvPr id="28" name="Connettore diritto 4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0" y="0"/>
                              <a:ext cx="75596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Connettore diritto 4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0" y="1776"/>
                              <a:ext cx="75596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Connettore diritto 50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0" y="4333"/>
                              <a:ext cx="756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1" name="Gruppo 51"/>
                        <wpg:cNvGrpSpPr>
                          <a:grpSpLocks/>
                        </wpg:cNvGrpSpPr>
                        <wpg:grpSpPr bwMode="auto">
                          <a:xfrm>
                            <a:off x="0" y="13694"/>
                            <a:ext cx="75600" cy="4320"/>
                            <a:chOff x="0" y="0"/>
                            <a:chExt cx="75600" cy="4333"/>
                          </a:xfrm>
                        </wpg:grpSpPr>
                        <wps:wsp>
                          <wps:cNvPr id="32" name="Connettore diritto 5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0" y="0"/>
                              <a:ext cx="75596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Connettore diritto 5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0" y="1776"/>
                              <a:ext cx="75596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Connettore diritto 5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0" y="4333"/>
                              <a:ext cx="756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  <wpg:grpSp>
                      <wpg:cNvPr id="35" name="Gruppo 81"/>
                      <wpg:cNvGrpSpPr>
                        <a:grpSpLocks/>
                      </wpg:cNvGrpSpPr>
                      <wpg:grpSpPr bwMode="auto">
                        <a:xfrm>
                          <a:off x="0" y="54032"/>
                          <a:ext cx="75600" cy="38520"/>
                          <a:chOff x="0" y="0"/>
                          <a:chExt cx="75600" cy="38526"/>
                        </a:xfrm>
                      </wpg:grpSpPr>
                      <wpg:grpSp>
                        <wpg:cNvPr id="36" name="Gruppo 5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5596" cy="4330"/>
                            <a:chOff x="0" y="0"/>
                            <a:chExt cx="75600" cy="4333"/>
                          </a:xfrm>
                        </wpg:grpSpPr>
                        <wps:wsp>
                          <wps:cNvPr id="37" name="Connettore diritto 5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0" y="0"/>
                              <a:ext cx="756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Connettore diritto 5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0" y="1820"/>
                              <a:ext cx="756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Connettore diritto 5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0" y="4333"/>
                              <a:ext cx="756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0" name="Gruppo 60"/>
                        <wpg:cNvGrpSpPr>
                          <a:grpSpLocks/>
                        </wpg:cNvGrpSpPr>
                        <wpg:grpSpPr bwMode="auto">
                          <a:xfrm>
                            <a:off x="0" y="6901"/>
                            <a:ext cx="75600" cy="4320"/>
                            <a:chOff x="0" y="0"/>
                            <a:chExt cx="75600" cy="4333"/>
                          </a:xfrm>
                        </wpg:grpSpPr>
                        <wps:wsp>
                          <wps:cNvPr id="41" name="Connettore diritto 6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0" y="0"/>
                              <a:ext cx="75596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Connettore diritto 6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0" y="1776"/>
                              <a:ext cx="75596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Connettore diritto 6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0" y="4333"/>
                              <a:ext cx="756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4" name="Gruppo 64"/>
                        <wpg:cNvGrpSpPr>
                          <a:grpSpLocks/>
                        </wpg:cNvGrpSpPr>
                        <wpg:grpSpPr bwMode="auto">
                          <a:xfrm>
                            <a:off x="0" y="13716"/>
                            <a:ext cx="75596" cy="4318"/>
                            <a:chOff x="0" y="0"/>
                            <a:chExt cx="75600" cy="4333"/>
                          </a:xfrm>
                        </wpg:grpSpPr>
                        <wps:wsp>
                          <wps:cNvPr id="45" name="Connettore diritto 6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0" y="0"/>
                              <a:ext cx="75596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Connettore diritto 6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0" y="1776"/>
                              <a:ext cx="75596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Connettore diritto 6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0" y="4333"/>
                              <a:ext cx="756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8" name="Gruppo 68"/>
                        <wpg:cNvGrpSpPr>
                          <a:grpSpLocks/>
                        </wpg:cNvGrpSpPr>
                        <wpg:grpSpPr bwMode="auto">
                          <a:xfrm>
                            <a:off x="0" y="20530"/>
                            <a:ext cx="75596" cy="17996"/>
                            <a:chOff x="0" y="0"/>
                            <a:chExt cx="75600" cy="18014"/>
                          </a:xfrm>
                        </wpg:grpSpPr>
                        <wpg:grpSp>
                          <wpg:cNvPr id="49" name="Gruppo 69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75596" cy="4330"/>
                              <a:chOff x="0" y="0"/>
                              <a:chExt cx="75600" cy="4333"/>
                            </a:xfrm>
                          </wpg:grpSpPr>
                          <wps:wsp>
                            <wps:cNvPr id="50" name="Connettore diritto 70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756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1" name="Connettore diritto 71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1820"/>
                                <a:ext cx="756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" name="Connettore diritto 72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4333"/>
                                <a:ext cx="756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3" name="Gruppo 73"/>
                          <wpg:cNvGrpSpPr>
                            <a:grpSpLocks/>
                          </wpg:cNvGrpSpPr>
                          <wpg:grpSpPr bwMode="auto">
                            <a:xfrm>
                              <a:off x="0" y="6847"/>
                              <a:ext cx="75596" cy="4318"/>
                              <a:chOff x="0" y="0"/>
                              <a:chExt cx="75600" cy="4333"/>
                            </a:xfrm>
                          </wpg:grpSpPr>
                          <wps:wsp>
                            <wps:cNvPr id="54" name="Connettore diritto 7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75596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5" name="Connettore diritto 75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1776"/>
                                <a:ext cx="75596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6" name="Connettore diritto 76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4333"/>
                                <a:ext cx="756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7" name="Gruppo 77"/>
                          <wpg:cNvGrpSpPr>
                            <a:grpSpLocks/>
                          </wpg:cNvGrpSpPr>
                          <wpg:grpSpPr bwMode="auto">
                            <a:xfrm>
                              <a:off x="0" y="13694"/>
                              <a:ext cx="75600" cy="4320"/>
                              <a:chOff x="0" y="0"/>
                              <a:chExt cx="75600" cy="4333"/>
                            </a:xfrm>
                          </wpg:grpSpPr>
                          <wps:wsp>
                            <wps:cNvPr id="58" name="Connettore diritto 78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75596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" name="Connettore diritto 79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1776"/>
                                <a:ext cx="75596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" name="Connettore diritto 80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4333"/>
                                <a:ext cx="756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grpSp>
                    <wpg:grpSp>
                      <wpg:cNvPr id="61" name="Gruppo 82"/>
                      <wpg:cNvGrpSpPr>
                        <a:grpSpLocks/>
                      </wpg:cNvGrpSpPr>
                      <wpg:grpSpPr bwMode="auto">
                        <a:xfrm>
                          <a:off x="0" y="94943"/>
                          <a:ext cx="75600" cy="4333"/>
                          <a:chOff x="0" y="0"/>
                          <a:chExt cx="75600" cy="4333"/>
                        </a:xfrm>
                      </wpg:grpSpPr>
                      <wps:wsp>
                        <wps:cNvPr id="62" name="Connettore diritto 8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0" y="0"/>
                            <a:ext cx="756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Connettore diritto 8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0" y="1820"/>
                            <a:ext cx="756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Connettore diritto 8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0" y="4333"/>
                            <a:ext cx="756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146E7C" id="Gruppo 1" o:spid="_x0000_s1026" style="position:absolute;margin-left:-42.55pt;margin-top:-35.45pt;width:595.35pt;height:838.35pt;z-index:251660288" coordsize="75612,1064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">
              <v:line id="Connettore diritto 2" o:spid="_x0000_s1027" style="position:absolute;visibility:visible;mso-wrap-style:square" from="5403,178" to="5458,106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" strokecolor="#a5a5a5" strokeweight=".25pt">
                <v:stroke joinstyle="miter"/>
              </v:line>
              <v:line id="Connettore diritto 3" o:spid="_x0000_s1028" style="position:absolute;visibility:visible;mso-wrap-style:square" from="16091,118" to="16146,1064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" strokecolor="#a5a5a5" strokeweight=".25pt">
                <v:stroke joinstyle="miter"/>
              </v:line>
              <v:line id="Connettore diritto 4" o:spid="_x0000_s1029" style="position:absolute;visibility:visible;mso-wrap-style:square" from="26778,0" to="26834,106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" strokecolor="#a5a5a5" strokeweight=".25pt">
                <v:stroke joinstyle="miter"/>
              </v:line>
              <v:line id="Connettore diritto 5" o:spid="_x0000_s1030" style="position:absolute;visibility:visible;mso-wrap-style:square" from="37466,0" to="37521,106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" strokecolor="#a5a5a5" strokeweight=".25pt">
                <v:stroke joinstyle="miter"/>
              </v:line>
              <v:line id="Connettore diritto 6" o:spid="_x0000_s1031" style="position:absolute;visibility:visible;mso-wrap-style:square" from="48154,0" to="48209,106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" strokecolor="#a5a5a5" strokeweight=".25pt">
                <v:stroke joinstyle="miter"/>
              </v:line>
              <v:line id="Connettore diritto 7" o:spid="_x0000_s1032" style="position:absolute;visibility:visible;mso-wrap-style:square" from="69470,0" to="69525,106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" strokecolor="#a5a5a5" strokeweight=".25pt">
                <v:stroke joinstyle="miter"/>
              </v:line>
              <v:line id="Connettore diritto 8" o:spid="_x0000_s1033" style="position:absolute;visibility:visible;mso-wrap-style:square" from="58842,0" to="58897,106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" strokecolor="#a5a5a5" strokeweight=".25pt">
                <v:stroke joinstyle="miter"/>
              </v:line>
              <v:line id="Connettore diritto 12" o:spid="_x0000_s1034" style="position:absolute;flip:x y;visibility:visible;mso-wrap-style:square" from="0,10390" to="75612,103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" strokecolor="#a5a5a5" strokeweight=".25pt">
                <v:stroke joinstyle="miter"/>
              </v:line>
              <v:group id="Gruppo 30" o:spid="_x0000_s1035" style="position:absolute;top:12944;width:75600;height:4333" coordsize="75600,4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line id="Connettore diritto 13" o:spid="_x0000_s1036" style="position:absolute;flip:x y;visibility:visible;mso-wrap-style:square" from="0,0" to="756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" strokecolor="#a5a5a5" strokeweight=".25pt">
                  <v:stroke joinstyle="miter"/>
                </v:line>
                <v:line id="Connettore diritto 14" o:spid="_x0000_s1037" style="position:absolute;flip:x y;visibility:visible;mso-wrap-style:square" from="0,1820" to="75600,1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" strokecolor="#a5a5a5" strokeweight=".25pt">
                  <v:stroke joinstyle="miter"/>
                </v:line>
                <v:line id="Connettore diritto 19" o:spid="_x0000_s1038" style="position:absolute;flip:x y;visibility:visible;mso-wrap-style:square" from="0,4333" to="75600,4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" strokecolor="#a5a5a5" strokeweight=".25pt">
                  <v:stroke joinstyle="miter"/>
                </v:line>
              </v:group>
              <v:group id="Gruppo 25" o:spid="_x0000_s1039" style="position:absolute;top:19831;width:75600;height:4320" coordsize="75600,4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<v:line id="Connettore diritto 22" o:spid="_x0000_s1040" style="position:absolute;flip:x y;visibility:visible;mso-wrap-style:square" from="0,0" to="7559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" strokecolor="#a5a5a5" strokeweight=".25pt">
                  <v:stroke joinstyle="miter"/>
                </v:line>
                <v:line id="Connettore diritto 23" o:spid="_x0000_s1041" style="position:absolute;flip:x y;visibility:visible;mso-wrap-style:square" from="0,1776" to="75596,17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" strokecolor="#a5a5a5" strokeweight=".25pt">
                  <v:stroke joinstyle="miter"/>
                </v:line>
                <v:line id="Connettore diritto 24" o:spid="_x0000_s1042" style="position:absolute;flip:x y;visibility:visible;mso-wrap-style:square" from="0,4333" to="75600,4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" strokecolor="#a5a5a5" strokeweight=".25pt">
                  <v:stroke joinstyle="miter"/>
                </v:line>
              </v:group>
              <v:group id="Gruppo 26" o:spid="_x0000_s1043" style="position:absolute;top:26660;width:75600;height:4320" coordsize="75600,4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<v:line id="Connettore diritto 27" o:spid="_x0000_s1044" style="position:absolute;flip:x y;visibility:visible;mso-wrap-style:square" from="0,0" to="7559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" strokecolor="#a5a5a5" strokeweight=".25pt">
                  <v:stroke joinstyle="miter"/>
                </v:line>
                <v:line id="Connettore diritto 28" o:spid="_x0000_s1045" style="position:absolute;flip:x y;visibility:visible;mso-wrap-style:square" from="0,1776" to="75596,17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" strokecolor="#a5a5a5" strokeweight=".25pt">
                  <v:stroke joinstyle="miter"/>
                </v:line>
                <v:line id="Connettore diritto 29" o:spid="_x0000_s1046" style="position:absolute;flip:x y;visibility:visible;mso-wrap-style:square" from="0,4333" to="75600,4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" strokecolor="#a5a5a5" strokeweight=".25pt">
                  <v:stroke joinstyle="miter"/>
                </v:line>
              </v:group>
              <v:group id="Gruppo 55" o:spid="_x0000_s1047" style="position:absolute;top:33488;width:75600;height:18000" coordsize="75600,18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<v:group id="Gruppo 43" o:spid="_x0000_s1048" style="position:absolute;width:75596;height:4330" coordsize="75600,4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line id="Connettore diritto 44" o:spid="_x0000_s1049" style="position:absolute;flip:x y;visibility:visible;mso-wrap-style:square" from="0,0" to="756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" strokecolor="#a5a5a5" strokeweight=".25pt">
                    <v:stroke joinstyle="miter"/>
                  </v:line>
                  <v:line id="Connettore diritto 45" o:spid="_x0000_s1050" style="position:absolute;flip:x y;visibility:visible;mso-wrap-style:square" from="0,1820" to="75600,1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" strokecolor="#a5a5a5" strokeweight=".25pt">
                    <v:stroke joinstyle="miter"/>
                  </v:line>
                  <v:line id="Connettore diritto 46" o:spid="_x0000_s1051" style="position:absolute;flip:x y;visibility:visible;mso-wrap-style:square" from="0,4333" to="75600,4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" strokecolor="#a5a5a5" strokeweight=".25pt">
                    <v:stroke joinstyle="miter"/>
                  </v:line>
                </v:group>
                <v:group id="Gruppo 47" o:spid="_x0000_s1052" style="position:absolute;top:6847;width:75596;height:4318" coordsize="75600,4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line id="Connettore diritto 48" o:spid="_x0000_s1053" style="position:absolute;flip:x y;visibility:visible;mso-wrap-style:square" from="0,0" to="7559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" strokecolor="#a5a5a5" strokeweight=".25pt">
                    <v:stroke joinstyle="miter"/>
                  </v:line>
                  <v:line id="Connettore diritto 49" o:spid="_x0000_s1054" style="position:absolute;flip:x y;visibility:visible;mso-wrap-style:square" from="0,1776" to="75596,17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" strokecolor="#a5a5a5" strokeweight=".25pt">
                    <v:stroke joinstyle="miter"/>
                  </v:line>
                  <v:line id="Connettore diritto 50" o:spid="_x0000_s1055" style="position:absolute;flip:x y;visibility:visible;mso-wrap-style:square" from="0,4333" to="75600,4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" strokecolor="#a5a5a5" strokeweight=".25pt">
                    <v:stroke joinstyle="miter"/>
                  </v:line>
                </v:group>
                <v:group id="Gruppo 51" o:spid="_x0000_s1056" style="position:absolute;top:13694;width:75600;height:4320" coordsize="75600,4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line id="Connettore diritto 52" o:spid="_x0000_s1057" style="position:absolute;flip:x y;visibility:visible;mso-wrap-style:square" from="0,0" to="7559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" strokecolor="#a5a5a5" strokeweight=".25pt">
                    <v:stroke joinstyle="miter"/>
                  </v:line>
                  <v:line id="Connettore diritto 53" o:spid="_x0000_s1058" style="position:absolute;flip:x y;visibility:visible;mso-wrap-style:square" from="0,1776" to="75596,17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" strokecolor="#a5a5a5" strokeweight=".25pt">
                    <v:stroke joinstyle="miter"/>
                  </v:line>
                  <v:line id="Connettore diritto 54" o:spid="_x0000_s1059" style="position:absolute;flip:x y;visibility:visible;mso-wrap-style:square" from="0,4333" to="75600,4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" strokecolor="#a5a5a5" strokeweight=".25pt">
                    <v:stroke joinstyle="miter"/>
                  </v:line>
                </v:group>
              </v:group>
              <v:group id="Gruppo 81" o:spid="_x0000_s1060" style="position:absolute;top:54032;width:75600;height:38520" coordsize="75600,38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<v:group id="Gruppo 56" o:spid="_x0000_s1061" style="position:absolute;width:75596;height:4330" coordsize="75600,4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line id="Connettore diritto 57" o:spid="_x0000_s1062" style="position:absolute;flip:x y;visibility:visible;mso-wrap-style:square" from="0,0" to="756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" strokecolor="#a5a5a5" strokeweight=".25pt">
                    <v:stroke joinstyle="miter"/>
                  </v:line>
                  <v:line id="Connettore diritto 58" o:spid="_x0000_s1063" style="position:absolute;flip:x y;visibility:visible;mso-wrap-style:square" from="0,1820" to="75600,1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" strokecolor="#a5a5a5" strokeweight=".25pt">
                    <v:stroke joinstyle="miter"/>
                  </v:line>
                  <v:line id="Connettore diritto 59" o:spid="_x0000_s1064" style="position:absolute;flip:x y;visibility:visible;mso-wrap-style:square" from="0,4333" to="75600,4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" strokecolor="#a5a5a5" strokeweight=".25pt">
                    <v:stroke joinstyle="miter"/>
                  </v:line>
                </v:group>
                <v:group id="Gruppo 60" o:spid="_x0000_s1065" style="position:absolute;top:6901;width:75600;height:4320" coordsize="75600,4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line id="Connettore diritto 61" o:spid="_x0000_s1066" style="position:absolute;flip:x y;visibility:visible;mso-wrap-style:square" from="0,0" to="7559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" strokecolor="#a5a5a5" strokeweight=".25pt">
                    <v:stroke joinstyle="miter"/>
                  </v:line>
                  <v:line id="Connettore diritto 62" o:spid="_x0000_s1067" style="position:absolute;flip:x y;visibility:visible;mso-wrap-style:square" from="0,1776" to="75596,17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" strokecolor="#a5a5a5" strokeweight=".25pt">
                    <v:stroke joinstyle="miter"/>
                  </v:line>
                  <v:line id="Connettore diritto 63" o:spid="_x0000_s1068" style="position:absolute;flip:x y;visibility:visible;mso-wrap-style:square" from="0,4333" to="75600,4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" strokecolor="#a5a5a5" strokeweight=".25pt">
                    <v:stroke joinstyle="miter"/>
                  </v:line>
                </v:group>
                <v:group id="Gruppo 64" o:spid="_x0000_s1069" style="position:absolute;top:13716;width:75596;height:4318" coordsize="75600,4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line id="Connettore diritto 65" o:spid="_x0000_s1070" style="position:absolute;flip:x y;visibility:visible;mso-wrap-style:square" from="0,0" to="7559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" strokecolor="#a5a5a5" strokeweight=".25pt">
                    <v:stroke joinstyle="miter"/>
                  </v:line>
                  <v:line id="Connettore diritto 66" o:spid="_x0000_s1071" style="position:absolute;flip:x y;visibility:visible;mso-wrap-style:square" from="0,1776" to="75596,17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" strokecolor="#a5a5a5" strokeweight=".25pt">
                    <v:stroke joinstyle="miter"/>
                  </v:line>
                  <v:line id="Connettore diritto 67" o:spid="_x0000_s1072" style="position:absolute;flip:x y;visibility:visible;mso-wrap-style:square" from="0,4333" to="75600,4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" strokecolor="#a5a5a5" strokeweight=".25pt">
                    <v:stroke joinstyle="miter"/>
                  </v:line>
                </v:group>
                <v:group id="Gruppo 68" o:spid="_x0000_s1073" style="position:absolute;top:20530;width:75596;height:17996" coordsize="75600,18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group id="Gruppo 69" o:spid="_x0000_s1074" style="position:absolute;width:75596;height:4330" coordsize="75600,4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<v:line id="Connettore diritto 70" o:spid="_x0000_s1075" style="position:absolute;flip:x y;visibility:visible;mso-wrap-style:square" from="0,0" to="756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" strokecolor="#a5a5a5" strokeweight=".25pt">
                      <v:stroke joinstyle="miter"/>
                    </v:line>
                    <v:line id="Connettore diritto 71" o:spid="_x0000_s1076" style="position:absolute;flip:x y;visibility:visible;mso-wrap-style:square" from="0,1820" to="75600,1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" strokecolor="#a5a5a5" strokeweight=".25pt">
                      <v:stroke joinstyle="miter"/>
                    </v:line>
                    <v:line id="Connettore diritto 72" o:spid="_x0000_s1077" style="position:absolute;flip:x y;visibility:visible;mso-wrap-style:square" from="0,4333" to="75600,4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" strokecolor="#a5a5a5" strokeweight=".25pt">
                      <v:stroke joinstyle="miter"/>
                    </v:line>
                  </v:group>
                  <v:group id="Gruppo 73" o:spid="_x0000_s1078" style="position:absolute;top:6847;width:75596;height:4318" coordsize="75600,4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<v:line id="Connettore diritto 74" o:spid="_x0000_s1079" style="position:absolute;flip:x y;visibility:visible;mso-wrap-style:square" from="0,0" to="7559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" strokecolor="#a5a5a5" strokeweight=".25pt">
                      <v:stroke joinstyle="miter"/>
                    </v:line>
                    <v:line id="Connettore diritto 75" o:spid="_x0000_s1080" style="position:absolute;flip:x y;visibility:visible;mso-wrap-style:square" from="0,1776" to="75596,17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" strokecolor="#a5a5a5" strokeweight=".25pt">
                      <v:stroke joinstyle="miter"/>
                    </v:line>
                    <v:line id="Connettore diritto 76" o:spid="_x0000_s1081" style="position:absolute;flip:x y;visibility:visible;mso-wrap-style:square" from="0,4333" to="75600,4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" strokecolor="#a5a5a5" strokeweight=".25pt">
                      <v:stroke joinstyle="miter"/>
                    </v:line>
                  </v:group>
                  <v:group id="Gruppo 77" o:spid="_x0000_s1082" style="position:absolute;top:13694;width:75600;height:4320" coordsize="75600,4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<v:line id="Connettore diritto 78" o:spid="_x0000_s1083" style="position:absolute;flip:x y;visibility:visible;mso-wrap-style:square" from="0,0" to="7559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" strokecolor="#a5a5a5" strokeweight=".25pt">
                      <v:stroke joinstyle="miter"/>
                    </v:line>
                    <v:line id="Connettore diritto 79" o:spid="_x0000_s1084" style="position:absolute;flip:x y;visibility:visible;mso-wrap-style:square" from="0,1776" to="75596,17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" strokecolor="#a5a5a5" strokeweight=".25pt">
                      <v:stroke joinstyle="miter"/>
                    </v:line>
                    <v:line id="Connettore diritto 80" o:spid="_x0000_s1085" style="position:absolute;flip:x y;visibility:visible;mso-wrap-style:square" from="0,4333" to="75600,4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" strokecolor="#a5a5a5" strokeweight=".25pt">
                      <v:stroke joinstyle="miter"/>
                    </v:line>
                  </v:group>
                </v:group>
              </v:group>
              <v:group id="Gruppo 82" o:spid="_x0000_s1086" style="position:absolute;top:94943;width:75600;height:4333" coordsize="75600,4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<v:line id="Connettore diritto 83" o:spid="_x0000_s1087" style="position:absolute;flip:x y;visibility:visible;mso-wrap-style:square" from="0,0" to="756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" strokecolor="#a5a5a5" strokeweight=".25pt">
                  <v:stroke joinstyle="miter"/>
                </v:line>
                <v:line id="Connettore diritto 84" o:spid="_x0000_s1088" style="position:absolute;flip:x y;visibility:visible;mso-wrap-style:square" from="0,1820" to="75600,1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" strokecolor="#a5a5a5" strokeweight=".25pt">
                  <v:stroke joinstyle="miter"/>
                </v:line>
                <v:line id="Connettore diritto 85" o:spid="_x0000_s1089" style="position:absolute;flip:x y;visibility:visible;mso-wrap-style:square" from="0,4333" to="75600,4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" strokecolor="#a5a5a5" strokeweight=".25pt">
                  <v:stroke joinstyle="miter"/>
                </v:lin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9734B0"/>
    <w:multiLevelType w:val="singleLevel"/>
    <w:tmpl w:val="862A6BE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8"/>
      </w:rPr>
    </w:lvl>
  </w:abstractNum>
  <w:abstractNum w:abstractNumId="1" w15:restartNumberingAfterBreak="0">
    <w:nsid w:val="2A901F70"/>
    <w:multiLevelType w:val="multilevel"/>
    <w:tmpl w:val="A83A5EEA"/>
    <w:lvl w:ilvl="0">
      <w:start w:val="1"/>
      <w:numFmt w:val="decimal"/>
      <w:pStyle w:val="ParagraphKIID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351"/>
    <w:rsid w:val="0001205E"/>
    <w:rsid w:val="00056900"/>
    <w:rsid w:val="0006686F"/>
    <w:rsid w:val="00183172"/>
    <w:rsid w:val="002B01FE"/>
    <w:rsid w:val="003A1835"/>
    <w:rsid w:val="00413EF1"/>
    <w:rsid w:val="00422769"/>
    <w:rsid w:val="004954DC"/>
    <w:rsid w:val="00513F23"/>
    <w:rsid w:val="00616680"/>
    <w:rsid w:val="006434B3"/>
    <w:rsid w:val="00667CA6"/>
    <w:rsid w:val="00742E7A"/>
    <w:rsid w:val="0081386E"/>
    <w:rsid w:val="0089340B"/>
    <w:rsid w:val="00906D44"/>
    <w:rsid w:val="00967665"/>
    <w:rsid w:val="00A50B37"/>
    <w:rsid w:val="00A65548"/>
    <w:rsid w:val="00B227BB"/>
    <w:rsid w:val="00BE5351"/>
    <w:rsid w:val="00BF6DD1"/>
    <w:rsid w:val="00C0789F"/>
    <w:rsid w:val="00C54F97"/>
    <w:rsid w:val="00C84C0B"/>
    <w:rsid w:val="00CF613F"/>
    <w:rsid w:val="00D0502F"/>
    <w:rsid w:val="00D25718"/>
    <w:rsid w:val="00EE1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D89E552"/>
  <w15:docId w15:val="{DBECDE3C-5C56-460F-9015-D89DF2AF0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6D44"/>
    <w:pPr>
      <w:spacing w:after="160" w:line="259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phKIID">
    <w:name w:val="Paragraph KIID"/>
    <w:basedOn w:val="Normale"/>
    <w:link w:val="ParagraphKIIDChar"/>
    <w:autoRedefine/>
    <w:uiPriority w:val="99"/>
    <w:rsid w:val="00C54F97"/>
    <w:pPr>
      <w:numPr>
        <w:numId w:val="2"/>
      </w:numPr>
      <w:spacing w:after="120" w:line="240" w:lineRule="auto"/>
      <w:ind w:left="170" w:hanging="170"/>
      <w:jc w:val="both"/>
    </w:pPr>
    <w:rPr>
      <w:rFonts w:ascii="Arial" w:eastAsia="Times New Roman" w:hAnsi="Arial" w:cs="Arial"/>
      <w:noProof/>
      <w:color w:val="012A31"/>
      <w:sz w:val="17"/>
      <w:szCs w:val="17"/>
      <w:lang w:eastAsia="en-GB"/>
    </w:rPr>
  </w:style>
  <w:style w:type="character" w:customStyle="1" w:styleId="ParagraphKIIDChar">
    <w:name w:val="Paragraph KIID Char"/>
    <w:basedOn w:val="Carpredefinitoparagrafo"/>
    <w:link w:val="ParagraphKIID"/>
    <w:uiPriority w:val="99"/>
    <w:locked/>
    <w:rsid w:val="00C54F97"/>
    <w:rPr>
      <w:rFonts w:ascii="Arial" w:hAnsi="Arial" w:cs="Arial"/>
      <w:noProof/>
      <w:color w:val="012A31"/>
      <w:sz w:val="17"/>
      <w:szCs w:val="17"/>
      <w:lang w:eastAsia="en-GB"/>
    </w:rPr>
  </w:style>
  <w:style w:type="paragraph" w:styleId="Intestazione">
    <w:name w:val="header"/>
    <w:basedOn w:val="Normale"/>
    <w:link w:val="IntestazioneCarattere"/>
    <w:uiPriority w:val="99"/>
    <w:rsid w:val="00EE1C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EE1C23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EE1C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EE1C2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lvia\Documents\Modelli%20di%20Office%20personalizzati\righe%20second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righe seconda.dotx</Template>
  <TotalTime>1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di ape</dc:title>
  <dc:subject/>
  <dc:creator>Silvia musa</dc:creator>
  <cp:keywords/>
  <dc:description/>
  <cp:lastModifiedBy>Giuly Tonelli</cp:lastModifiedBy>
  <cp:revision>2</cp:revision>
  <cp:lastPrinted>2020-03-30T19:59:00Z</cp:lastPrinted>
  <dcterms:created xsi:type="dcterms:W3CDTF">2020-11-02T13:35:00Z</dcterms:created>
  <dcterms:modified xsi:type="dcterms:W3CDTF">2020-11-02T13:35:00Z</dcterms:modified>
</cp:coreProperties>
</file>